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AE037" w14:textId="5D2E21D3" w:rsidR="006669FD" w:rsidRPr="00100752" w:rsidRDefault="00D07E0A" w:rsidP="00CA2899">
      <w:pPr>
        <w:pStyle w:val="Pealkiri"/>
      </w:pPr>
      <w:r w:rsidRPr="00100752">
        <w:t>PROJEKTEERIMIS</w:t>
      </w:r>
      <w:r w:rsidR="00B02111" w:rsidRPr="00100752">
        <w:t>LEPING</w:t>
      </w:r>
      <w:r w:rsidR="00E22664" w:rsidRPr="00100752">
        <w:t xml:space="preserve"> nr </w:t>
      </w:r>
      <w:r w:rsidR="00E46CD3">
        <w:t>1-18/</w:t>
      </w:r>
      <w:r w:rsidR="00CA2899" w:rsidRPr="00CA2899">
        <w:t>202</w:t>
      </w:r>
      <w:r w:rsidR="00D97F4B">
        <w:t>3</w:t>
      </w:r>
      <w:r w:rsidR="0023017D">
        <w:t>/</w:t>
      </w:r>
      <w:r w:rsidR="0023017D" w:rsidRPr="00FF0458">
        <w:t>2</w:t>
      </w:r>
      <w:r w:rsidR="00FF0458" w:rsidRPr="00FF0458">
        <w:t>1</w:t>
      </w:r>
      <w:r w:rsidR="0023017D" w:rsidRPr="00FF0458">
        <w:t>0</w:t>
      </w:r>
    </w:p>
    <w:p w14:paraId="57A85115" w14:textId="77777777" w:rsidR="006669FD" w:rsidRPr="00100752" w:rsidRDefault="006669FD" w:rsidP="006669FD">
      <w:pPr>
        <w:jc w:val="both"/>
      </w:pPr>
    </w:p>
    <w:p w14:paraId="6F3B67D2" w14:textId="7FF60DEC" w:rsidR="00867887" w:rsidRPr="00100752" w:rsidRDefault="00FF0458" w:rsidP="00CA2899">
      <w:pPr>
        <w:pStyle w:val="Normaallaadveeb"/>
        <w:rPr>
          <w:rFonts w:eastAsia="Calibri"/>
          <w:szCs w:val="22"/>
        </w:rPr>
      </w:pPr>
      <w:sdt>
        <w:sdtPr>
          <w:rPr>
            <w:rFonts w:eastAsia="Calibri"/>
            <w:szCs w:val="22"/>
          </w:rPr>
          <w:id w:val="448594684"/>
          <w:placeholder>
            <w:docPart w:val="FEB04C88DB494653AD1F9D1F258B9FCC"/>
          </w:placeholder>
          <w:showingPlcHdr/>
          <w:date>
            <w:dateFormat w:val="d.MM.yyyy"/>
            <w:lid w:val="et-EE"/>
            <w:storeMappedDataAs w:val="dateTime"/>
            <w:calendar w:val="gregorian"/>
          </w:date>
        </w:sdtPr>
        <w:sdtEndPr/>
        <w:sdtContent>
          <w:r w:rsidR="00CA2899" w:rsidRPr="00BE118B">
            <w:rPr>
              <w:rStyle w:val="Kohatitetekst"/>
            </w:rPr>
            <w:t>Click here to enter a date.</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2980AD60" w14:textId="4FCBB520" w:rsidR="006669FD" w:rsidRPr="00100752" w:rsidRDefault="006669FD" w:rsidP="006669FD">
      <w:pPr>
        <w:jc w:val="both"/>
      </w:pPr>
    </w:p>
    <w:p w14:paraId="4887FBCA" w14:textId="487B4F2E" w:rsidR="00222E23" w:rsidRPr="00100752" w:rsidRDefault="007C1367" w:rsidP="00222E23">
      <w:pPr>
        <w:jc w:val="both"/>
      </w:pPr>
      <w:r>
        <w:t>Riigimetsa Majandamise Keskus,</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E46CD3">
            <w:t>juhatuse esimehe</w:t>
          </w:r>
        </w:sdtContent>
      </w:sdt>
      <w:r w:rsidR="00222E23" w:rsidRPr="00100752">
        <w:t xml:space="preserve"> </w:t>
      </w:r>
      <w:sdt>
        <w:sdtPr>
          <w:alias w:val="Vali kuupäev"/>
          <w:tag w:val="Vali kuupäev"/>
          <w:id w:val="-171967024"/>
          <w:placeholder>
            <w:docPart w:val="D145C4DD65674F18940769F03CCCD063"/>
          </w:placeholder>
          <w:date w:fullDate="2022-04-28T00:00:00Z">
            <w:dateFormat w:val="d.MM.yyyy"/>
            <w:lid w:val="et-EE"/>
            <w:storeMappedDataAs w:val="dateTime"/>
            <w:calendar w:val="gregorian"/>
          </w:date>
        </w:sdtPr>
        <w:sdtEndPr/>
        <w:sdtContent>
          <w:r w:rsidR="00D97F4B">
            <w:t>28.04.2022</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B53D7A">
            <w:t>käskkirja</w:t>
          </w:r>
        </w:sdtContent>
      </w:sdt>
      <w:r w:rsidR="00222E23" w:rsidRPr="00100752">
        <w:t xml:space="preserve"> nr </w:t>
      </w:r>
      <w:r w:rsidR="00B53D7A">
        <w:t>1-5/</w:t>
      </w:r>
      <w:r w:rsidR="00D97F4B">
        <w:t>4</w:t>
      </w:r>
      <w:r w:rsidR="00B53D7A">
        <w:t xml:space="preserve">2 </w:t>
      </w:r>
      <w:r w:rsidR="00222E23" w:rsidRPr="00100752">
        <w:t xml:space="preserve">alusel </w:t>
      </w:r>
      <w:r w:rsidR="00B53D7A">
        <w:t>külastusala juht Üllar Soonik</w:t>
      </w:r>
      <w:r w:rsidR="00222E23" w:rsidRPr="00100752">
        <w:t>, ühelt poolt,</w:t>
      </w:r>
    </w:p>
    <w:p w14:paraId="23D34BE7" w14:textId="77777777" w:rsidR="00222E23" w:rsidRPr="00100752" w:rsidRDefault="00222E23" w:rsidP="00634FF0">
      <w:pPr>
        <w:jc w:val="both"/>
      </w:pPr>
    </w:p>
    <w:p w14:paraId="5D279493" w14:textId="2F46D398" w:rsidR="0048584E" w:rsidRPr="00100752" w:rsidRDefault="002A47AE" w:rsidP="0048584E">
      <w:pPr>
        <w:jc w:val="both"/>
      </w:pPr>
      <w:r>
        <w:t>j</w:t>
      </w:r>
      <w:r w:rsidR="00634FF0" w:rsidRPr="00100752">
        <w:t>a</w:t>
      </w:r>
      <w:r w:rsidR="007C1367">
        <w:t xml:space="preserve"> </w:t>
      </w:r>
      <w:proofErr w:type="spellStart"/>
      <w:r w:rsidR="000C5F70" w:rsidRPr="000C5F70">
        <w:rPr>
          <w:b/>
        </w:rPr>
        <w:t>Klotoid</w:t>
      </w:r>
      <w:proofErr w:type="spellEnd"/>
      <w:r w:rsidR="000C5F70" w:rsidRPr="000C5F70">
        <w:rPr>
          <w:b/>
        </w:rPr>
        <w:t xml:space="preserve"> OÜ</w:t>
      </w:r>
      <w:r w:rsidR="000C5F70" w:rsidRPr="000C5F70">
        <w:rPr>
          <w:bCs/>
        </w:rPr>
        <w:t xml:space="preserve"> </w:t>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E46CD3">
            <w:t>volikirja</w:t>
          </w:r>
        </w:sdtContent>
      </w:sdt>
      <w:r w:rsidR="00222E23" w:rsidRPr="00100752">
        <w:rPr>
          <w:iCs/>
        </w:rPr>
        <w:t xml:space="preserve"> alusel </w:t>
      </w:r>
      <w:r w:rsidR="00193535">
        <w:rPr>
          <w:rFonts w:eastAsia="Calibri"/>
        </w:rPr>
        <w:t xml:space="preserve">juhatuse liige </w:t>
      </w:r>
      <w:r w:rsidR="000C5F70" w:rsidRPr="000C5F70">
        <w:rPr>
          <w:rFonts w:eastAsia="Calibri"/>
        </w:rPr>
        <w:t xml:space="preserve">Indrek </w:t>
      </w:r>
      <w:proofErr w:type="spellStart"/>
      <w:r w:rsidR="000C5F70" w:rsidRPr="000C5F70">
        <w:rPr>
          <w:rFonts w:eastAsia="Calibri"/>
        </w:rPr>
        <w:t>Himmist</w:t>
      </w:r>
      <w:proofErr w:type="spellEnd"/>
      <w:r w:rsidR="000C5F70">
        <w:rPr>
          <w:rFonts w:eastAsia="Calibri"/>
        </w:rPr>
        <w:t xml:space="preserve">, </w:t>
      </w:r>
      <w:r w:rsidR="0048584E" w:rsidRPr="00100752">
        <w:rPr>
          <w:rFonts w:eastAsia="Calibri"/>
        </w:rPr>
        <w:t xml:space="preserve">edaspidi </w:t>
      </w:r>
      <w:r w:rsidR="0048584E" w:rsidRPr="00100752">
        <w:rPr>
          <w:rFonts w:eastAsia="Calibri"/>
          <w:b/>
        </w:rPr>
        <w:t xml:space="preserve">projekteerija, </w:t>
      </w:r>
      <w:r w:rsidR="0048584E"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69558B94" w:rsidR="00634FF0" w:rsidRPr="00100752" w:rsidRDefault="00634FF0" w:rsidP="00E704E1">
      <w:pPr>
        <w:pStyle w:val="Pis"/>
      </w:pPr>
      <w:r w:rsidRPr="00100752">
        <w:t xml:space="preserve">sõlmisid lepingu, edaspidi </w:t>
      </w:r>
      <w:r w:rsidR="00CD52E7" w:rsidRPr="00100752">
        <w:rPr>
          <w:b/>
        </w:rPr>
        <w:t>l</w:t>
      </w:r>
      <w:r w:rsidRPr="00100752">
        <w:rPr>
          <w:b/>
        </w:rPr>
        <w:t>eping</w:t>
      </w:r>
      <w:r w:rsidR="00C10513" w:rsidRPr="00100752">
        <w:t>,</w:t>
      </w:r>
      <w:r w:rsidR="00B47672" w:rsidRPr="00100752">
        <w:t xml:space="preserve"> </w:t>
      </w:r>
      <w:r w:rsidRPr="00100752">
        <w:t>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02FB0EB" w14:textId="090BC7F7" w:rsidR="00A110C7" w:rsidRPr="00555A74" w:rsidRDefault="00CD52E7" w:rsidP="00555A74">
      <w:pPr>
        <w:pStyle w:val="Pealkiri21"/>
        <w:rPr>
          <w:b/>
          <w:bCs/>
        </w:rPr>
      </w:pPr>
      <w:r w:rsidRPr="00100752">
        <w:t xml:space="preserve">Lepingu </w:t>
      </w:r>
      <w:r w:rsidR="00C10513" w:rsidRPr="00100752">
        <w:t>objektik</w:t>
      </w:r>
      <w:r w:rsidRPr="00100752">
        <w:t xml:space="preserve">s on </w:t>
      </w:r>
      <w:r w:rsidR="00CF405D" w:rsidRPr="00CF405D">
        <w:t>projekteerija poolt projekteeritud „</w:t>
      </w:r>
      <w:r w:rsidR="00555A74" w:rsidRPr="00555A74">
        <w:rPr>
          <w:b/>
          <w:bCs/>
        </w:rPr>
        <w:t>Saare maakond, Pihtla vald, Kaali maastikukaitseala Kaali</w:t>
      </w:r>
      <w:r w:rsidR="00555A74">
        <w:rPr>
          <w:b/>
          <w:bCs/>
        </w:rPr>
        <w:t xml:space="preserve"> </w:t>
      </w:r>
      <w:r w:rsidR="00555A74" w:rsidRPr="00555A74">
        <w:rPr>
          <w:b/>
          <w:bCs/>
        </w:rPr>
        <w:t>peakraatri RMK külastuskorraldusliku taristu</w:t>
      </w:r>
      <w:r w:rsidR="00555A74">
        <w:rPr>
          <w:b/>
          <w:bCs/>
        </w:rPr>
        <w:t xml:space="preserve"> </w:t>
      </w:r>
      <w:r w:rsidR="00555A74" w:rsidRPr="00555A74">
        <w:rPr>
          <w:b/>
          <w:bCs/>
        </w:rPr>
        <w:t>EHITUSPROJEKT</w:t>
      </w:r>
      <w:r w:rsidR="00CF405D" w:rsidRPr="00CF405D">
        <w:t xml:space="preserve">“, </w:t>
      </w:r>
      <w:proofErr w:type="spellStart"/>
      <w:r w:rsidR="00555A74" w:rsidRPr="00555A74">
        <w:t>Klotoid</w:t>
      </w:r>
      <w:proofErr w:type="spellEnd"/>
      <w:r w:rsidR="00555A74" w:rsidRPr="00555A74">
        <w:t xml:space="preserve"> OÜ </w:t>
      </w:r>
      <w:r w:rsidR="00CF405D" w:rsidRPr="00CF405D">
        <w:t xml:space="preserve">töö </w:t>
      </w:r>
      <w:r w:rsidR="00555A74" w:rsidRPr="00555A74">
        <w:rPr>
          <w:b/>
          <w:bCs/>
        </w:rPr>
        <w:t>07-0214</w:t>
      </w:r>
      <w:r w:rsidR="00700A93">
        <w:t>,</w:t>
      </w:r>
      <w:r w:rsidR="00700A93" w:rsidRPr="00700A93">
        <w:t xml:space="preserve"> </w:t>
      </w:r>
      <w:r w:rsidR="00700A93" w:rsidRPr="00986A78">
        <w:t>projekteerimisleping nr 1-18/</w:t>
      </w:r>
      <w:r w:rsidR="00986A78" w:rsidRPr="00986A78">
        <w:t>962</w:t>
      </w:r>
      <w:r w:rsidR="00700A93" w:rsidRPr="00986A78">
        <w:t xml:space="preserve"> 201</w:t>
      </w:r>
      <w:r w:rsidR="00986A78">
        <w:t>3</w:t>
      </w:r>
      <w:r w:rsidR="00CF405D" w:rsidRPr="00CF405D">
        <w:t xml:space="preserve">, </w:t>
      </w:r>
      <w:r w:rsidR="00CF405D" w:rsidRPr="00555A74">
        <w:rPr>
          <w:b/>
        </w:rPr>
        <w:t>projekti muudatuste projekteerimine</w:t>
      </w:r>
      <w:r w:rsidR="00A110C7">
        <w:t>,</w:t>
      </w:r>
      <w:r w:rsidR="00A110C7" w:rsidRPr="00A110C7">
        <w:t xml:space="preserve"> edaspidi </w:t>
      </w:r>
      <w:r w:rsidR="00A110C7" w:rsidRPr="00555A74">
        <w:rPr>
          <w:b/>
        </w:rPr>
        <w:t>objekt</w:t>
      </w:r>
      <w:r w:rsidR="00A110C7">
        <w:t xml:space="preserve">, </w:t>
      </w:r>
      <w:r w:rsidR="00A110C7" w:rsidRPr="00A110C7">
        <w:t>projekteerimistööde ja nende tegemiseks vajalike uurimustööde tegemine ning sellega seotud asjaajamine Saaremaa vallas</w:t>
      </w:r>
      <w:r w:rsidR="00A110C7">
        <w:t>.</w:t>
      </w:r>
    </w:p>
    <w:p w14:paraId="184AA5A9" w14:textId="77777777" w:rsidR="00A110C7" w:rsidRDefault="00A110C7" w:rsidP="00A110C7">
      <w:pPr>
        <w:pStyle w:val="Pealkiri21"/>
        <w:numPr>
          <w:ilvl w:val="0"/>
          <w:numId w:val="0"/>
        </w:numPr>
        <w:ind w:left="576"/>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7954D04" w14:textId="620DCFF5" w:rsidR="00CA3076" w:rsidRPr="00100752" w:rsidRDefault="00CD52E7" w:rsidP="0019102A">
      <w:pPr>
        <w:pStyle w:val="Pealkiri31"/>
      </w:pPr>
      <w:r w:rsidRPr="00100752">
        <w:t>p</w:t>
      </w:r>
      <w:r w:rsidR="00CA3076" w:rsidRPr="00100752">
        <w:t xml:space="preserve">rojekteerija poolt esitatud </w:t>
      </w:r>
      <w:r w:rsidR="00986A78" w:rsidRPr="00986A78">
        <w:t>Kaali peakraatri taristu remondiprojekt</w:t>
      </w:r>
      <w:r w:rsidR="00986A78">
        <w:t xml:space="preserve">i </w:t>
      </w:r>
      <w:r w:rsidR="00986A78" w:rsidRPr="00986A78">
        <w:t>kalkul</w:t>
      </w:r>
      <w:r w:rsidR="00986A78">
        <w:t>atsiooniga</w:t>
      </w:r>
      <w:r w:rsidR="00986A78" w:rsidRPr="00986A78">
        <w:t>. 11.</w:t>
      </w:r>
      <w:r w:rsidR="00986A78">
        <w:t xml:space="preserve"> </w:t>
      </w:r>
      <w:r w:rsidR="00986A78" w:rsidRPr="00986A78">
        <w:t>2023</w:t>
      </w:r>
      <w:r w:rsidR="00CA3076" w:rsidRPr="00100752">
        <w:t>;</w:t>
      </w:r>
    </w:p>
    <w:p w14:paraId="4DAF5B79" w14:textId="13DAF050" w:rsidR="00CA3076" w:rsidRPr="00100752" w:rsidRDefault="00CD52E7" w:rsidP="0019102A">
      <w:pPr>
        <w:pStyle w:val="Pealkiri31"/>
      </w:pPr>
      <w:r w:rsidRPr="00100752">
        <w:t>t</w:t>
      </w:r>
      <w:r w:rsidR="00CA3076" w:rsidRPr="00100752">
        <w:t xml:space="preserve">ellija </w:t>
      </w:r>
      <w:r w:rsidR="00A9186A" w:rsidRPr="0019102A">
        <w:t>hinnapäringuga/</w:t>
      </w:r>
      <w:r w:rsidR="00CA3076" w:rsidRPr="00100752">
        <w:t>lähteülesandega</w:t>
      </w:r>
      <w:r w:rsidR="0019102A">
        <w:t xml:space="preserve"> (</w:t>
      </w:r>
      <w:r w:rsidR="00986A78">
        <w:t xml:space="preserve">e- kiri </w:t>
      </w:r>
      <w:r w:rsidR="0019102A" w:rsidRPr="00986A78">
        <w:t>28.</w:t>
      </w:r>
      <w:r w:rsidR="00986A78" w:rsidRPr="00986A78">
        <w:t>1</w:t>
      </w:r>
      <w:r w:rsidR="0019102A" w:rsidRPr="00986A78">
        <w:t>1.202</w:t>
      </w:r>
      <w:r w:rsidR="00986A78" w:rsidRPr="00986A78">
        <w:t>3</w:t>
      </w:r>
      <w:r w:rsidR="0019102A">
        <w:t>)</w:t>
      </w:r>
      <w:r w:rsidR="0035543D">
        <w:t xml:space="preserve"> </w:t>
      </w:r>
      <w:r w:rsidR="00A110C7">
        <w:t>objekti muudatuste projekteerimi</w:t>
      </w:r>
      <w:r w:rsidR="00A9186A">
        <w:t>s</w:t>
      </w:r>
      <w:r w:rsidR="00A110C7" w:rsidRPr="00A110C7">
        <w:t>e</w:t>
      </w:r>
      <w:r w:rsidR="00A110C7">
        <w:t>ks</w:t>
      </w:r>
      <w:r w:rsidR="00BA0F84" w:rsidRPr="00100752">
        <w:t xml:space="preserve">; </w:t>
      </w:r>
    </w:p>
    <w:p w14:paraId="5B5500C1" w14:textId="2E4BB3CB" w:rsidR="00CA3076" w:rsidRPr="00100752" w:rsidRDefault="00CD52E7" w:rsidP="00BA6375">
      <w:pPr>
        <w:pStyle w:val="Pealkiri31"/>
        <w:jc w:val="both"/>
      </w:pPr>
      <w:r w:rsidRPr="00100752">
        <w:t>standar</w:t>
      </w:r>
      <w:r w:rsidR="00A9186A">
        <w:t>di</w:t>
      </w:r>
      <w:r w:rsidRPr="00100752">
        <w:t xml:space="preserve">ga </w:t>
      </w:r>
      <w:r w:rsidR="00A9186A">
        <w:t>EVS 932:2017 „Ehitusprojekt“</w:t>
      </w:r>
    </w:p>
    <w:p w14:paraId="670AD71C" w14:textId="72EE9DB5" w:rsidR="00CA3076" w:rsidRPr="00100752" w:rsidRDefault="00CA3076" w:rsidP="00BA6375">
      <w:pPr>
        <w:pStyle w:val="Pealkiri21"/>
        <w:jc w:val="both"/>
      </w:pPr>
      <w:r w:rsidRPr="00100752">
        <w:t xml:space="preserve">Projekteerija on kohustatud tegema või tellima </w:t>
      </w:r>
      <w:r w:rsidR="000262A5">
        <w:t xml:space="preserve">vajadusel </w:t>
      </w:r>
      <w:r w:rsidRPr="00100752">
        <w:t xml:space="preserve">kõik </w:t>
      </w:r>
      <w:r w:rsidRPr="00585CA1">
        <w:t>projekteerimistingimustes ettenähtud ja</w:t>
      </w:r>
      <w:r w:rsidRPr="00100752">
        <w:t xml:space="preserve"> projekteerimistööde teostamiseks vajalikud ehitusgeoloogilised ja ehitusgeodeetilised uurimistööd, j</w:t>
      </w:r>
      <w:r w:rsidR="00CD52E7" w:rsidRPr="00100752">
        <w:t>uhul kui neid ei ole eelnevalt t</w:t>
      </w:r>
      <w:r w:rsidRPr="00100752">
        <w:t xml:space="preserve">ellijal tellitud. </w:t>
      </w:r>
    </w:p>
    <w:p w14:paraId="25EB35B3" w14:textId="77777777" w:rsidR="00CA3076" w:rsidRPr="00100752" w:rsidRDefault="00CD52E7" w:rsidP="00BA6375">
      <w:pPr>
        <w:pStyle w:val="Pealkiri21"/>
        <w:jc w:val="both"/>
      </w:pPr>
      <w:r w:rsidRPr="00100752">
        <w:t>Projekteerija on kohustatud t</w:t>
      </w:r>
      <w:r w:rsidR="00CA3076" w:rsidRPr="00100752">
        <w:t xml:space="preserve">ellija korraldusel taotlema ja hankima kõik objekti projekteerimiseks, projektide parandamiseks ja muutmiseks ning ehitamiseks vajalikud load ja kooskõlastused, sh. hankima </w:t>
      </w:r>
      <w:r w:rsidR="00CA3076" w:rsidRPr="00585CA1">
        <w:t>projekteerimistingimused ja kõik projekteerimistingimustes nõutud</w:t>
      </w:r>
      <w:r w:rsidR="00CA3076" w:rsidRPr="00100752">
        <w:t xml:space="preserve"> projekti kooskõlastused, juhul kui neid pole e</w:t>
      </w:r>
      <w:r w:rsidR="009267C2" w:rsidRPr="00100752">
        <w:t>elnevalt t</w:t>
      </w:r>
      <w:r w:rsidR="00CA3076" w:rsidRPr="00100752">
        <w:t xml:space="preserve">ellijal tellitud. </w:t>
      </w:r>
    </w:p>
    <w:p w14:paraId="4B77D66A" w14:textId="1896C224" w:rsidR="00DC7FDF" w:rsidRPr="00100752" w:rsidRDefault="00CA3076" w:rsidP="00581629">
      <w:pPr>
        <w:pStyle w:val="Pealkiri21"/>
      </w:pPr>
      <w:r w:rsidRPr="00100752">
        <w:t>Projekteerija on kohustatud koostama kõik projektid, samuti projekteerimisvigade parandused ja p</w:t>
      </w:r>
      <w:r w:rsidR="00CD52E7" w:rsidRPr="00100752">
        <w:t>rojektide muudatused ning need t</w:t>
      </w:r>
      <w:r w:rsidR="008C0E08" w:rsidRPr="00100752">
        <w:t xml:space="preserve">ellijale üle andma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581629" w:rsidRPr="00581629">
        <w:t xml:space="preserve"> </w:t>
      </w:r>
      <w:r w:rsidR="00581629">
        <w:t xml:space="preserve">ning vajadusel </w:t>
      </w:r>
      <w:r w:rsidR="00581629" w:rsidRPr="00581629">
        <w:t>vähemalt 3 (kol</w:t>
      </w:r>
      <w:r w:rsidR="00581629">
        <w:t>mes) eksemplaris paberkandjal</w:t>
      </w:r>
      <w:r w:rsidR="00117F0D" w:rsidRPr="00100752">
        <w:t>.</w:t>
      </w:r>
      <w:r w:rsidR="00DC7FDF" w:rsidRPr="00100752">
        <w:t xml:space="preserve"> </w:t>
      </w:r>
      <w:r w:rsidR="00A02170">
        <w:t xml:space="preserve">Digitaalse projekti ühe </w:t>
      </w:r>
      <w:r w:rsidR="00A9186A">
        <w:t>faili</w:t>
      </w:r>
      <w:r w:rsidR="000A695D" w:rsidRPr="005B52CD">
        <w:t xml:space="preserve"> lubatud maksimaalne </w:t>
      </w:r>
      <w:r w:rsidR="00290B14" w:rsidRPr="005B52CD">
        <w:t xml:space="preserve">maht on 100 </w:t>
      </w:r>
      <w:r w:rsidR="00FB5D47" w:rsidRPr="005B52CD">
        <w:t>MB.</w:t>
      </w:r>
    </w:p>
    <w:p w14:paraId="6E4F74E8" w14:textId="51C8C31E" w:rsidR="00C11329" w:rsidRPr="00100752" w:rsidRDefault="00C11329" w:rsidP="0085607B">
      <w:pPr>
        <w:pStyle w:val="Pealkiri21"/>
        <w:jc w:val="both"/>
      </w:pPr>
      <w:r w:rsidRPr="00100752">
        <w:lastRenderedPageBreak/>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6C404EA3" w:rsidR="00CA3076" w:rsidRPr="00100752" w:rsidRDefault="00CA3076" w:rsidP="00BA6375">
      <w:pPr>
        <w:pStyle w:val="Pealkiri21"/>
        <w:jc w:val="both"/>
      </w:pPr>
      <w:r w:rsidRPr="00100752">
        <w:t>Projekteerija on kohustatud tegema projekteerimistööd tähtaegselt</w:t>
      </w:r>
      <w:r w:rsidR="00E52543">
        <w:t xml:space="preserve">. </w:t>
      </w:r>
      <w:r w:rsidR="00986A78" w:rsidRPr="00986A78">
        <w:t>Aeg projekteerimistööde teostamiseks on detsember 2023</w:t>
      </w:r>
      <w:r w:rsidR="00986A78">
        <w:t xml:space="preserve">. </w:t>
      </w:r>
      <w:r w:rsidRPr="00100752">
        <w:t>Kogu proj</w:t>
      </w:r>
      <w:r w:rsidR="00662208" w:rsidRPr="00100752">
        <w:t xml:space="preserve">ekt peab valmis </w:t>
      </w:r>
      <w:r w:rsidR="00662208" w:rsidRPr="00BA7ED7">
        <w:t xml:space="preserve">olema </w:t>
      </w:r>
      <w:r w:rsidRPr="00100752">
        <w:t>kuu</w:t>
      </w:r>
      <w:r w:rsidR="00986A78">
        <w:t xml:space="preserve"> jooksul</w:t>
      </w:r>
      <w:r w:rsidRPr="00100752">
        <w:t xml:space="preserve">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AAA943A" w:rsidR="00CA3076" w:rsidRPr="00100752" w:rsidRDefault="00CA3076" w:rsidP="00BA6375">
      <w:pPr>
        <w:pStyle w:val="Pealkiri21"/>
        <w:jc w:val="both"/>
      </w:pPr>
      <w:r w:rsidRPr="00100752">
        <w:t>Projekteerimistööde</w:t>
      </w:r>
      <w:r w:rsidR="00986A78">
        <w:t xml:space="preserve"> </w:t>
      </w:r>
      <w:r w:rsidR="009F565E" w:rsidRPr="009F565E">
        <w:t xml:space="preserve">ja kogu projekti </w:t>
      </w:r>
      <w:r w:rsidR="009267C2" w:rsidRPr="00100752">
        <w:t>vastuvõtmise kohta vormistavad p</w:t>
      </w:r>
      <w:r w:rsidRPr="00100752">
        <w:t>ooled üleandmis- ja vastuvõtmisakti.</w:t>
      </w:r>
    </w:p>
    <w:p w14:paraId="20909978" w14:textId="649DE4CC" w:rsidR="00CA3076" w:rsidRPr="00100752" w:rsidRDefault="00CA3076" w:rsidP="00BA6375">
      <w:pPr>
        <w:pStyle w:val="Pealkiri21"/>
        <w:jc w:val="both"/>
      </w:pPr>
      <w:r w:rsidRPr="00100752">
        <w:t>Projekteerimistööde ja kogu projekti vastuvõtmise kuupäevaks loetakse ü</w:t>
      </w:r>
      <w:r w:rsidR="00CD52E7" w:rsidRPr="00100752">
        <w:t>leandmis- ja vastuvõtmisaktide t</w:t>
      </w:r>
      <w:r w:rsidRPr="00100752">
        <w:t>ellija poolt allakirjutamise kuupäevi. Tellija on kohustatud esitatud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kas vastu võtma (üleandmis-vastuvõtmisakti allakirjutamisega) või keelduma vastuvõtmisest motiveeritud põhjendusega.</w:t>
      </w:r>
    </w:p>
    <w:p w14:paraId="665C56CD" w14:textId="1A47F598" w:rsidR="00CA3076" w:rsidRPr="00100752" w:rsidRDefault="009F565E" w:rsidP="00BA6375">
      <w:pPr>
        <w:pStyle w:val="Pealkiri21"/>
        <w:jc w:val="both"/>
      </w:pPr>
      <w:r>
        <w:t>P</w:t>
      </w:r>
      <w:r w:rsidR="00CA3076" w:rsidRPr="00100752">
        <w:t xml:space="preserve">rojekteerimise tähtaja ületamisel </w:t>
      </w:r>
      <w:r w:rsidR="00CD52E7" w:rsidRPr="00100752">
        <w:t>projekteerija poolt on t</w:t>
      </w:r>
      <w:r w:rsidR="00CA3076" w:rsidRPr="00100752">
        <w:t>ell</w:t>
      </w:r>
      <w:r w:rsidR="000262A5">
        <w:t>ijal õigus nõuda leppetrahvi 0,0</w:t>
      </w:r>
      <w:r w:rsidR="00CA3076" w:rsidRPr="00100752">
        <w:t xml:space="preserve">5% punktis 4.1 määratud </w:t>
      </w:r>
      <w:r w:rsidR="00CD52E7" w:rsidRPr="00100752">
        <w:t>p</w:t>
      </w:r>
      <w:r w:rsidR="00CA3076"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34035A0C"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9F565E" w:rsidRPr="009F565E">
        <w:rPr>
          <w:b/>
          <w:bCs/>
        </w:rPr>
        <w:t>4</w:t>
      </w:r>
      <w:r w:rsidR="00A9186A" w:rsidRPr="009F565E">
        <w:rPr>
          <w:b/>
          <w:bCs/>
        </w:rPr>
        <w:t>500</w:t>
      </w:r>
      <w:r w:rsidR="00A02A5D" w:rsidRPr="00F8702D">
        <w:rPr>
          <w:b/>
        </w:rPr>
        <w:t>.-</w:t>
      </w:r>
      <w:r w:rsidR="009267C2" w:rsidRPr="00F8702D">
        <w:rPr>
          <w:b/>
        </w:rPr>
        <w:t>(</w:t>
      </w:r>
      <w:r w:rsidR="009F565E">
        <w:rPr>
          <w:b/>
        </w:rPr>
        <w:t>nelituhat viissada</w:t>
      </w:r>
      <w:r w:rsidR="00A02A5D" w:rsidRPr="00F8702D">
        <w:rPr>
          <w:b/>
        </w:rPr>
        <w:t>)</w:t>
      </w:r>
      <w:r w:rsidR="00A02A5D" w:rsidRPr="00100752">
        <w:t xml:space="preserve"> </w:t>
      </w:r>
      <w:r w:rsidR="00CA3076" w:rsidRPr="00100752">
        <w:t>eurot,</w:t>
      </w:r>
      <w:r w:rsidR="00A02A5D">
        <w:t xml:space="preserve"> millele lisandub käibemaks,</w:t>
      </w:r>
      <w:r w:rsidR="00CA3076" w:rsidRPr="00100752">
        <w:t xml:space="preserve"> edaspidi </w:t>
      </w:r>
      <w:r w:rsidRPr="00100752">
        <w:rPr>
          <w:b/>
        </w:rPr>
        <w:t>p</w:t>
      </w:r>
      <w:r w:rsidR="00CA3076" w:rsidRPr="00100752">
        <w:rPr>
          <w:b/>
        </w:rPr>
        <w:t>rojekteerija tasu</w:t>
      </w:r>
      <w:r w:rsidR="00CA3076" w:rsidRPr="00100752">
        <w:t>.</w:t>
      </w:r>
    </w:p>
    <w:p w14:paraId="05605184" w14:textId="4405A181" w:rsidR="00CA3076" w:rsidRPr="00100752" w:rsidRDefault="00CD52E7" w:rsidP="00BA6375">
      <w:pPr>
        <w:pStyle w:val="Pealkiri21"/>
        <w:jc w:val="both"/>
      </w:pPr>
      <w:r w:rsidRPr="00100752">
        <w:t>Tellija on kohustatud maksma projekteerija tasu</w:t>
      </w:r>
      <w:r w:rsidR="00E52543">
        <w:t xml:space="preserve">. </w:t>
      </w:r>
      <w:r w:rsidR="00CA3076" w:rsidRPr="00100752">
        <w:t>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w:t>
      </w:r>
      <w:r w:rsidR="000262A5">
        <w:t xml:space="preserve"> kui 14 (neljateistkümne) </w:t>
      </w:r>
      <w:r w:rsidR="00CA3076" w:rsidRPr="00100752">
        <w:t>päeva möödumisel sellise arve kättesaamisest.</w:t>
      </w:r>
    </w:p>
    <w:p w14:paraId="5B23F22B" w14:textId="514DC1D7" w:rsidR="00CA3076" w:rsidRPr="00100752" w:rsidRDefault="00CD52E7" w:rsidP="00764935">
      <w:pPr>
        <w:pStyle w:val="Pealkiri21"/>
        <w:jc w:val="both"/>
      </w:pPr>
      <w:r w:rsidRPr="00100752">
        <w:t>Tellija on kohustatud maksma projekteerija tasu ülekandega p</w:t>
      </w:r>
      <w:r w:rsidR="00764935" w:rsidRPr="00100752">
        <w:t xml:space="preserve">rojekteerija arvelduskontole projekteerija arve alusel. Projekteerija esitab arve vaid elektrooniliselt. Arve esitamiseks tuleb kasutada elektrooniliste arvete esitamiseks mõeldud raamatupidamistarkvara või raamatupidamistarkvara E-arveldaja, mis asub ettevõtjaportaalis </w:t>
      </w:r>
      <w:hyperlink r:id="rId8" w:history="1">
        <w:r w:rsidR="004F4B71" w:rsidRPr="000421EE">
          <w:rPr>
            <w:rStyle w:val="Hperlink"/>
          </w:rPr>
          <w:t>https://www.rik.ee/et/e-arveldaja</w:t>
        </w:r>
      </w:hyperlink>
      <w:r w:rsidR="004F4B71">
        <w:t xml:space="preserve"> </w:t>
      </w:r>
      <w:r w:rsidR="00764935" w:rsidRPr="00100752">
        <w:t>.</w:t>
      </w:r>
    </w:p>
    <w:p w14:paraId="0D0E44D3" w14:textId="483EEDE3"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w:t>
      </w:r>
      <w:r w:rsidR="000262A5">
        <w:t>teerijal õigus nõuda viivist 0,0</w:t>
      </w:r>
      <w:r w:rsidR="00CA3076" w:rsidRPr="00100752">
        <w:t>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056A8301" w14:textId="20ACE267" w:rsidR="003731BF" w:rsidRPr="00700A93"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 xml:space="preserve">aktidega, detailplaneeringuga, </w:t>
      </w:r>
      <w:r w:rsidR="00CD52E7" w:rsidRPr="00100752">
        <w:lastRenderedPageBreak/>
        <w:t>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264783C" w:rsidR="008633AC" w:rsidRPr="000262A5" w:rsidRDefault="00CA3076" w:rsidP="008633AC">
      <w:pPr>
        <w:pStyle w:val="Pealkiri21"/>
        <w:jc w:val="both"/>
      </w:pPr>
      <w:r w:rsidRPr="000262A5">
        <w:t>Juhul, kui objektil ilmnevad projekteerimisvead 2 (kahe) aasta jooksul arvates kõigi ehitustööde lõpetamist, kohaldatakse samuti p</w:t>
      </w:r>
      <w:r w:rsidR="000262A5" w:rsidRPr="000262A5">
        <w:t>unktides 5.2 ja 5.3 sätestatut.</w:t>
      </w:r>
    </w:p>
    <w:p w14:paraId="06C3358D" w14:textId="77777777" w:rsidR="008633AC" w:rsidRPr="00100752" w:rsidRDefault="008633AC" w:rsidP="008633AC">
      <w:pPr>
        <w:pStyle w:val="Pealkiri21"/>
        <w:numPr>
          <w:ilvl w:val="0"/>
          <w:numId w:val="0"/>
        </w:numPr>
        <w:jc w:val="both"/>
      </w:pPr>
    </w:p>
    <w:p w14:paraId="49B01EA0" w14:textId="65D78AA2" w:rsidR="008633AC" w:rsidRPr="00100752" w:rsidRDefault="008633AC" w:rsidP="00CA2899">
      <w:pPr>
        <w:pStyle w:val="Pealkiri21"/>
        <w:numPr>
          <w:ilvl w:val="0"/>
          <w:numId w:val="0"/>
        </w:numPr>
        <w:jc w:val="both"/>
        <w:rPr>
          <w:b/>
        </w:rPr>
      </w:pPr>
      <w:r w:rsidRPr="00100752">
        <w:rPr>
          <w:b/>
        </w:rPr>
        <w:t>6. Autoriõiguste üleandmine Tellijale</w:t>
      </w:r>
    </w:p>
    <w:p w14:paraId="0493C189" w14:textId="2B66BED6" w:rsidR="008633AC" w:rsidRPr="00100752" w:rsidRDefault="008633AC" w:rsidP="008633AC">
      <w:pPr>
        <w:pStyle w:val="Pealkiri21"/>
        <w:numPr>
          <w:ilvl w:val="0"/>
          <w:numId w:val="0"/>
        </w:numPr>
        <w:ind w:left="576" w:hanging="576"/>
        <w:jc w:val="both"/>
      </w:pPr>
      <w:r w:rsidRPr="00100752">
        <w:t xml:space="preserve">6.1. Projekteerija loovutab kõik lepingu alusel teostatud tööle tekkivad varalised </w:t>
      </w:r>
      <w:r w:rsidR="000262A5">
        <w:t>autori</w:t>
      </w:r>
      <w:r w:rsidRPr="00100752">
        <w:t>õigused Tellijale ning need loetakse Tellijale üleantuks lepingu hinna eest tasumisega.</w:t>
      </w:r>
    </w:p>
    <w:p w14:paraId="510B6F63" w14:textId="5063984F" w:rsidR="000262A5" w:rsidRDefault="008633AC" w:rsidP="00511710">
      <w:pPr>
        <w:pStyle w:val="Pealkiri21"/>
        <w:numPr>
          <w:ilvl w:val="0"/>
          <w:numId w:val="0"/>
        </w:numPr>
        <w:ind w:left="576" w:hanging="576"/>
        <w:jc w:val="both"/>
      </w:pPr>
      <w:r w:rsidRPr="00100752">
        <w:t>6.2</w:t>
      </w:r>
      <w:r w:rsidRPr="00581629">
        <w:t xml:space="preserve">. </w:t>
      </w:r>
      <w:r w:rsidR="000262A5" w:rsidRPr="00581629">
        <w:t>Isiklikud autoriõigused jäävad teose autorile. Tellijal on õigus teha teoses mõistlikke ja vajalikke muudatusi. Mõistlikud ja vajalikud on tehnilist laadi muudatused, mis ei muuda teose arhitektuurset lahendust ja välisilmet. Teose autor ei saa keelata teoses mõistlike ja vajalike muudatuste tegemist. Kõik muud muudatused või lisad teosele tohib tellija teha autori eelneva kirjaliku nõusoleku alusel</w:t>
      </w:r>
      <w:r w:rsidR="00511710" w:rsidRPr="00581629">
        <w:t>.</w:t>
      </w:r>
    </w:p>
    <w:p w14:paraId="56F3B423" w14:textId="1FB3E2F9" w:rsidR="008633AC" w:rsidRPr="00100752" w:rsidRDefault="0065003E" w:rsidP="00402796">
      <w:pPr>
        <w:pStyle w:val="Pealkiri21"/>
        <w:numPr>
          <w:ilvl w:val="0"/>
          <w:numId w:val="0"/>
        </w:numPr>
        <w:ind w:left="576" w:hanging="576"/>
        <w:jc w:val="both"/>
      </w:pPr>
      <w:r>
        <w:t xml:space="preserve">6.3. </w:t>
      </w:r>
      <w:r w:rsidR="008633AC" w:rsidRPr="00100752">
        <w:t>Kõik autoritasud sisalduvad 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6411802" w:rsidR="00CA3076" w:rsidRPr="00193535" w:rsidRDefault="00CA3076" w:rsidP="0065003E">
      <w:pPr>
        <w:pStyle w:val="Pealkiri21"/>
      </w:pPr>
      <w:r w:rsidRPr="00193535">
        <w:t>Ob</w:t>
      </w:r>
      <w:r w:rsidR="00867887" w:rsidRPr="00193535">
        <w:t>jekti vastutav projekteerija on</w:t>
      </w:r>
      <w:r w:rsidRPr="00193535">
        <w:t xml:space="preserve"> </w:t>
      </w:r>
      <w:r w:rsidR="00D97F4B" w:rsidRPr="00D97F4B">
        <w:rPr>
          <w:rFonts w:eastAsia="Calibri"/>
        </w:rPr>
        <w:t xml:space="preserve">Indrek </w:t>
      </w:r>
      <w:proofErr w:type="spellStart"/>
      <w:r w:rsidR="00D97F4B" w:rsidRPr="00D97F4B">
        <w:rPr>
          <w:rFonts w:eastAsia="Calibri"/>
        </w:rPr>
        <w:t>Himmist</w:t>
      </w:r>
      <w:proofErr w:type="spellEnd"/>
      <w:r w:rsidR="004F4B71" w:rsidRPr="004F4B71">
        <w:rPr>
          <w:rFonts w:eastAsia="Calibri"/>
        </w:rPr>
        <w:t xml:space="preserve">, telefon </w:t>
      </w:r>
      <w:r w:rsidR="00D97F4B" w:rsidRPr="00D97F4B">
        <w:rPr>
          <w:rFonts w:eastAsia="Calibri"/>
        </w:rPr>
        <w:t>453 3723</w:t>
      </w:r>
      <w:r w:rsidR="0065003E">
        <w:rPr>
          <w:rFonts w:eastAsia="Calibri"/>
        </w:rPr>
        <w:t xml:space="preserve">; </w:t>
      </w:r>
      <w:r w:rsidR="004F4B71">
        <w:rPr>
          <w:rFonts w:eastAsia="Calibri"/>
        </w:rPr>
        <w:t>e- kiri</w:t>
      </w:r>
      <w:r w:rsidR="0065003E">
        <w:rPr>
          <w:rFonts w:eastAsia="Calibri"/>
        </w:rPr>
        <w:t xml:space="preserve"> </w:t>
      </w:r>
      <w:hyperlink r:id="rId9" w:history="1">
        <w:r w:rsidR="00D97F4B" w:rsidRPr="00D97F4B">
          <w:rPr>
            <w:rStyle w:val="Hperlink"/>
          </w:rPr>
          <w:t>indrek@klotoid.ee</w:t>
        </w:r>
      </w:hyperlink>
      <w:r w:rsidR="0065003E">
        <w:rPr>
          <w:rFonts w:eastAsia="Calibri"/>
        </w:rPr>
        <w:t xml:space="preserve"> </w:t>
      </w:r>
    </w:p>
    <w:p w14:paraId="2AB75983" w14:textId="7D83DD75" w:rsidR="0048584E" w:rsidRPr="00193535" w:rsidRDefault="0048584E" w:rsidP="0065003E">
      <w:pPr>
        <w:pStyle w:val="Pealkiri21"/>
      </w:pPr>
      <w:r w:rsidRPr="00193535">
        <w:t xml:space="preserve">Projekteerija esindaja on </w:t>
      </w:r>
      <w:r w:rsidR="0065003E" w:rsidRPr="00581629">
        <w:rPr>
          <w:rFonts w:eastAsia="Calibri"/>
        </w:rPr>
        <w:t>p</w:t>
      </w:r>
      <w:r w:rsidR="00193535" w:rsidRPr="00581629">
        <w:rPr>
          <w:rFonts w:eastAsia="Calibri"/>
        </w:rPr>
        <w:t>rojektijuht</w:t>
      </w:r>
      <w:r w:rsidR="00193535" w:rsidRPr="00193535">
        <w:rPr>
          <w:rFonts w:eastAsia="Calibri"/>
        </w:rPr>
        <w:t xml:space="preserve"> </w:t>
      </w:r>
      <w:r w:rsidR="00D97F4B" w:rsidRPr="00D97F4B">
        <w:rPr>
          <w:rFonts w:eastAsia="Calibri"/>
        </w:rPr>
        <w:t xml:space="preserve">Indrek </w:t>
      </w:r>
      <w:proofErr w:type="spellStart"/>
      <w:r w:rsidR="00D97F4B" w:rsidRPr="00D97F4B">
        <w:rPr>
          <w:rFonts w:eastAsia="Calibri"/>
        </w:rPr>
        <w:t>Himmist</w:t>
      </w:r>
      <w:proofErr w:type="spellEnd"/>
      <w:r w:rsidR="004F4B71" w:rsidRPr="004F4B71">
        <w:rPr>
          <w:rFonts w:eastAsia="Calibri"/>
        </w:rPr>
        <w:t xml:space="preserve">, </w:t>
      </w:r>
      <w:r w:rsidR="00581629">
        <w:rPr>
          <w:rFonts w:eastAsia="Calibri"/>
        </w:rPr>
        <w:t xml:space="preserve">telefon </w:t>
      </w:r>
      <w:r w:rsidR="00D97F4B" w:rsidRPr="00D97F4B">
        <w:rPr>
          <w:rFonts w:eastAsia="Calibri"/>
        </w:rPr>
        <w:t>453 3723</w:t>
      </w:r>
      <w:r w:rsidR="004F4B71">
        <w:rPr>
          <w:rFonts w:eastAsia="Calibri"/>
        </w:rPr>
        <w:t xml:space="preserve">, </w:t>
      </w:r>
      <w:r w:rsidR="0065003E">
        <w:t xml:space="preserve">e-kiri </w:t>
      </w:r>
      <w:hyperlink r:id="rId10" w:history="1">
        <w:r w:rsidR="00D97F4B" w:rsidRPr="00AE1F9B">
          <w:rPr>
            <w:rStyle w:val="Hperlink"/>
          </w:rPr>
          <w:t>indrek@klotoid.ee</w:t>
        </w:r>
      </w:hyperlink>
    </w:p>
    <w:p w14:paraId="56F1C27E" w14:textId="08A1C962" w:rsidR="003731BF" w:rsidRPr="00100752" w:rsidRDefault="00CA3076" w:rsidP="00BA6375">
      <w:pPr>
        <w:pStyle w:val="Pealkiri21"/>
        <w:jc w:val="both"/>
      </w:pPr>
      <w:r w:rsidRPr="00100752">
        <w:t xml:space="preserve">Tellija </w:t>
      </w:r>
      <w:r w:rsidR="003731BF" w:rsidRPr="00100752">
        <w:t xml:space="preserve">esindaja on RMK </w:t>
      </w:r>
      <w:r w:rsidR="00EA0B12">
        <w:t xml:space="preserve">külastusala juht </w:t>
      </w:r>
      <w:r w:rsidR="00EA0B12">
        <w:rPr>
          <w:rFonts w:eastAsia="Calibri"/>
        </w:rPr>
        <w:t xml:space="preserve"> Üllar Soonik </w:t>
      </w:r>
      <w:r w:rsidR="0048584E" w:rsidRPr="00100752">
        <w:rPr>
          <w:rFonts w:eastAsia="Calibri"/>
        </w:rPr>
        <w:t>tel</w:t>
      </w:r>
      <w:r w:rsidR="0065003E">
        <w:t xml:space="preserve"> </w:t>
      </w:r>
      <w:r w:rsidR="00EA0B12">
        <w:t>515 8901</w:t>
      </w:r>
      <w:r w:rsidR="0065003E">
        <w:t>, e-kiri</w:t>
      </w:r>
      <w:r w:rsidR="0048584E" w:rsidRPr="00100752">
        <w:t xml:space="preserve"> </w:t>
      </w:r>
      <w:hyperlink r:id="rId11" w:history="1">
        <w:r w:rsidR="00D97F4B" w:rsidRPr="00AE1F9B">
          <w:rPr>
            <w:rStyle w:val="Hperlink"/>
          </w:rPr>
          <w:t>yllar.soonik@rmk.ee</w:t>
        </w:r>
      </w:hyperlink>
      <w:r w:rsidR="004F4B71">
        <w:t xml:space="preserve"> </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86DD0FE" w14:textId="338F11E2"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lastRenderedPageBreak/>
        <w:t>Leping lõpeb, kui lepingust tulenevad poolte kohustused on mõlemapoolselt täielikult ja nõuetekohaselt täidetud.</w:t>
      </w:r>
    </w:p>
    <w:p w14:paraId="350F2242" w14:textId="20ACB3F0" w:rsidR="00867887" w:rsidRPr="00100752" w:rsidRDefault="00867887" w:rsidP="00BA6375">
      <w:pPr>
        <w:pStyle w:val="Pealkiri21"/>
        <w:jc w:val="both"/>
      </w:pPr>
      <w:r w:rsidRPr="00100752">
        <w:t>Tellija võib lepingu igal ajal olenemata põhjusest etteteatamis</w:t>
      </w:r>
      <w:r w:rsidR="004F4B71">
        <w:t xml:space="preserve"> </w:t>
      </w:r>
      <w:r w:rsidRPr="00100752">
        <w:t xml:space="preserve">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07133A73"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w:t>
      </w:r>
      <w:r w:rsidR="0065003E">
        <w:t xml:space="preserve"> sisse lepinguga ettenähtud lep</w:t>
      </w:r>
      <w:r w:rsidRPr="00100752">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1D0B0EA1"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0065003E">
        <w:t>oolte läbirääkimistega, lahen</w:t>
      </w:r>
      <w:r w:rsidRPr="00100752">
        <w:t xml:space="preserve">datakse vaidlus </w:t>
      </w:r>
      <w:r w:rsidR="00867887" w:rsidRPr="00100752">
        <w:t>õigusaktidega kehtestatud korras</w:t>
      </w:r>
      <w:r w:rsidRPr="00100752">
        <w:t xml:space="preserve">. </w:t>
      </w:r>
    </w:p>
    <w:p w14:paraId="69770A82" w14:textId="1E2EF3A0" w:rsidR="006669FD" w:rsidRPr="00100752" w:rsidRDefault="00FF0458"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01388">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CC0E41D" w:rsidR="006F20A8" w:rsidRPr="00100752" w:rsidRDefault="00943DB2" w:rsidP="006F20A8">
      <w:pPr>
        <w:tabs>
          <w:tab w:val="left" w:pos="0"/>
        </w:tabs>
        <w:suppressAutoHyphens/>
        <w:jc w:val="both"/>
        <w:rPr>
          <w:kern w:val="1"/>
          <w:szCs w:val="20"/>
          <w:lang w:eastAsia="ar-SA"/>
        </w:rPr>
      </w:pPr>
      <w:r w:rsidRPr="00100752">
        <w:rPr>
          <w:kern w:val="1"/>
          <w:szCs w:val="20"/>
          <w:lang w:eastAsia="ar-SA"/>
        </w:rPr>
        <w:t>11.</w:t>
      </w:r>
      <w:r w:rsidR="006F20A8" w:rsidRPr="00100752">
        <w:rPr>
          <w:kern w:val="1"/>
          <w:szCs w:val="20"/>
          <w:lang w:eastAsia="ar-SA"/>
        </w:rPr>
        <w:t>1. lisa nr 1 Tellija lähteülesanded</w:t>
      </w:r>
      <w:r w:rsidR="0065003E">
        <w:rPr>
          <w:kern w:val="1"/>
          <w:szCs w:val="20"/>
          <w:lang w:eastAsia="ar-SA"/>
        </w:rPr>
        <w:t xml:space="preserve"> (ei asu lepingu juures)</w:t>
      </w:r>
    </w:p>
    <w:p w14:paraId="09992A92" w14:textId="52CEC4DF"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F75046">
        <w:rPr>
          <w:kern w:val="1"/>
          <w:szCs w:val="20"/>
          <w:lang w:eastAsia="ar-SA"/>
        </w:rPr>
        <w:t>.2</w:t>
      </w:r>
      <w:r w:rsidR="00CC322A">
        <w:rPr>
          <w:kern w:val="1"/>
          <w:szCs w:val="20"/>
          <w:lang w:eastAsia="ar-SA"/>
        </w:rPr>
        <w:t>. lisa nr 2</w:t>
      </w:r>
      <w:r w:rsidRPr="00100752">
        <w:rPr>
          <w:kern w:val="1"/>
          <w:szCs w:val="20"/>
          <w:lang w:eastAsia="ar-SA"/>
        </w:rPr>
        <w:t xml:space="preserve"> proj</w:t>
      </w:r>
      <w:r w:rsidR="0065003E">
        <w:rPr>
          <w:kern w:val="1"/>
          <w:szCs w:val="20"/>
          <w:lang w:eastAsia="ar-SA"/>
        </w:rPr>
        <w:t>ekteerimistööde loetelu-graafik</w:t>
      </w:r>
    </w:p>
    <w:p w14:paraId="6818B250" w14:textId="27612166"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CC322A">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6A396DDA" w14:textId="3489622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3C99EDE6" w:rsidR="002437D4" w:rsidRPr="004349C1" w:rsidRDefault="00607C50">
            <w:pPr>
              <w:rPr>
                <w:bCs/>
              </w:rPr>
            </w:pPr>
            <w:proofErr w:type="spellStart"/>
            <w:r w:rsidRPr="004349C1">
              <w:rPr>
                <w:bCs/>
              </w:rPr>
              <w:t>Klotoid</w:t>
            </w:r>
            <w:proofErr w:type="spellEnd"/>
            <w:r w:rsidRPr="004349C1">
              <w:rPr>
                <w:bCs/>
              </w:rPr>
              <w:t xml:space="preserve">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2D425477" w:rsidR="002437D4" w:rsidRPr="00193535" w:rsidRDefault="002437D4">
            <w:r w:rsidRPr="00193535">
              <w:t xml:space="preserve">Registrikood </w:t>
            </w:r>
            <w:r w:rsidR="00607C50" w:rsidRPr="00607C50">
              <w:t>10207096</w:t>
            </w:r>
          </w:p>
        </w:tc>
      </w:tr>
      <w:tr w:rsidR="002437D4" w:rsidRPr="00100752" w14:paraId="1A69C3A7" w14:textId="77777777" w:rsidTr="002437D4">
        <w:tc>
          <w:tcPr>
            <w:tcW w:w="4531" w:type="dxa"/>
          </w:tcPr>
          <w:p w14:paraId="40752F73" w14:textId="77777777" w:rsidR="008A43C7" w:rsidRPr="00100752" w:rsidRDefault="0076689E" w:rsidP="0076689E">
            <w:r w:rsidRPr="00100752">
              <w:t>Sagadi küla, Haljala</w:t>
            </w:r>
            <w:r w:rsidR="008A43C7" w:rsidRPr="00100752">
              <w:t xml:space="preserve"> vald,</w:t>
            </w:r>
          </w:p>
        </w:tc>
        <w:tc>
          <w:tcPr>
            <w:tcW w:w="4531" w:type="dxa"/>
          </w:tcPr>
          <w:p w14:paraId="6AAA180E" w14:textId="6FF33B71" w:rsidR="002437D4" w:rsidRPr="00193535" w:rsidRDefault="004349C1">
            <w:r w:rsidRPr="004349C1">
              <w:t>Rohu 5, Kuressaare 93819</w:t>
            </w:r>
          </w:p>
        </w:tc>
      </w:tr>
      <w:tr w:rsidR="002437D4" w:rsidRPr="00100752" w14:paraId="257D1D25" w14:textId="77777777" w:rsidTr="004F4B71">
        <w:trPr>
          <w:trHeight w:val="66"/>
        </w:trPr>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09B3689D" w:rsidR="002437D4" w:rsidRPr="00193535" w:rsidRDefault="002437D4">
            <w:r w:rsidRPr="00193535">
              <w:t xml:space="preserve">Tel </w:t>
            </w:r>
            <w:r w:rsidR="004349C1" w:rsidRPr="004349C1">
              <w:t>453 3723</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6336C70B" w:rsidR="002437D4" w:rsidRPr="00193535" w:rsidRDefault="0065003E">
            <w:r>
              <w:t xml:space="preserve">E-kiri </w:t>
            </w:r>
            <w:hyperlink r:id="rId12" w:history="1">
              <w:r w:rsidR="004349C1" w:rsidRPr="00AE1F9B">
                <w:rPr>
                  <w:rStyle w:val="Hperlink"/>
                </w:rPr>
                <w:t>klotoid@klotoid.ee</w:t>
              </w:r>
            </w:hyperlink>
            <w:r>
              <w:t xml:space="preserve"> </w:t>
            </w:r>
          </w:p>
        </w:tc>
      </w:tr>
      <w:tr w:rsidR="002437D4" w:rsidRPr="00100752" w14:paraId="597DD706" w14:textId="77777777" w:rsidTr="002437D4">
        <w:tc>
          <w:tcPr>
            <w:tcW w:w="4531" w:type="dxa"/>
          </w:tcPr>
          <w:p w14:paraId="4E0F3E79" w14:textId="5ED0EEBA" w:rsidR="002437D4" w:rsidRPr="00100752" w:rsidRDefault="0065003E" w:rsidP="0065003E">
            <w:r>
              <w:t>E-kiri</w:t>
            </w:r>
            <w:r w:rsidR="008A43C7" w:rsidRPr="00100752">
              <w:t xml:space="preserve">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4F7A972" w:rsidR="002437D4" w:rsidRPr="00100752" w:rsidRDefault="00FF0458">
            <w:sdt>
              <w:sdtPr>
                <w:id w:val="698586215"/>
                <w:placeholder>
                  <w:docPart w:val="E236B6130DF64227A378F0FE3B32AF7D"/>
                </w:placeholder>
                <w:comboBox>
                  <w:listItem w:displayText=" " w:value=" "/>
                  <w:listItem w:displayText="(allkirjastatud digitaalselt)" w:value="(allkirjastatud digitaalselt)"/>
                </w:comboBox>
              </w:sdtPr>
              <w:sdtEndPr/>
              <w:sdtContent>
                <w:r w:rsidR="00EA0B12">
                  <w:t>(allkirjastatud digitaalselt)</w:t>
                </w:r>
              </w:sdtContent>
            </w:sdt>
          </w:p>
        </w:tc>
        <w:tc>
          <w:tcPr>
            <w:tcW w:w="4531" w:type="dxa"/>
          </w:tcPr>
          <w:p w14:paraId="48DC5A9A" w14:textId="3C757E67" w:rsidR="002437D4" w:rsidRPr="00100752" w:rsidRDefault="00FF0458">
            <w:sdt>
              <w:sdtPr>
                <w:id w:val="155109603"/>
                <w:placeholder>
                  <w:docPart w:val="EB0A11D5107942D6B98419204839E5D4"/>
                </w:placeholder>
                <w:comboBox>
                  <w:listItem w:displayText=" " w:value=" "/>
                  <w:listItem w:displayText="(allkirjastatud digitaalselt)" w:value="(allkirjastatud digitaalselt)"/>
                </w:comboBox>
              </w:sdtPr>
              <w:sdtEndPr/>
              <w:sdtContent>
                <w:r w:rsidR="00EA0B12">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3A7ECA04" w:rsidR="002437D4" w:rsidRPr="00100752" w:rsidRDefault="00CA2899">
            <w:r>
              <w:t>Ül</w:t>
            </w:r>
            <w:r w:rsidR="00700A93">
              <w:t>la</w:t>
            </w:r>
            <w:r>
              <w:t>r Soonik</w:t>
            </w:r>
          </w:p>
        </w:tc>
        <w:tc>
          <w:tcPr>
            <w:tcW w:w="4531" w:type="dxa"/>
          </w:tcPr>
          <w:p w14:paraId="2D46BB98" w14:textId="41AB3544" w:rsidR="002437D4" w:rsidRPr="00100752" w:rsidRDefault="004349C1">
            <w:r w:rsidRPr="004349C1">
              <w:t xml:space="preserve">Indrek </w:t>
            </w:r>
            <w:proofErr w:type="spellStart"/>
            <w:r w:rsidRPr="004349C1">
              <w:t>Himmist</w:t>
            </w:r>
            <w:proofErr w:type="spellEnd"/>
          </w:p>
        </w:tc>
      </w:tr>
    </w:tbl>
    <w:p w14:paraId="495CBC7D" w14:textId="4D93F230" w:rsidR="00D33785" w:rsidRPr="00100752" w:rsidRDefault="00CC322A" w:rsidP="00D33785">
      <w:pPr>
        <w:pageBreakBefore/>
        <w:tabs>
          <w:tab w:val="left" w:pos="0"/>
        </w:tabs>
        <w:suppressAutoHyphens/>
        <w:jc w:val="both"/>
        <w:rPr>
          <w:kern w:val="1"/>
          <w:szCs w:val="20"/>
          <w:lang w:eastAsia="ar-SA"/>
        </w:rPr>
      </w:pPr>
      <w:r>
        <w:rPr>
          <w:kern w:val="1"/>
          <w:szCs w:val="20"/>
          <w:lang w:eastAsia="ar-SA"/>
        </w:rPr>
        <w:lastRenderedPageBreak/>
        <w:t>Lisa 2</w:t>
      </w:r>
    </w:p>
    <w:p w14:paraId="05B7E3A7" w14:textId="4DD4799D" w:rsidR="00D33785" w:rsidRPr="00100752" w:rsidRDefault="00EA0B12" w:rsidP="00D33785">
      <w:pPr>
        <w:tabs>
          <w:tab w:val="left" w:pos="0"/>
        </w:tabs>
        <w:suppressAutoHyphens/>
        <w:ind w:left="5040"/>
        <w:rPr>
          <w:kern w:val="1"/>
          <w:szCs w:val="20"/>
          <w:lang w:eastAsia="ar-SA"/>
        </w:rPr>
      </w:pPr>
      <w:r>
        <w:rPr>
          <w:kern w:val="1"/>
          <w:szCs w:val="20"/>
          <w:lang w:eastAsia="ar-SA"/>
        </w:rPr>
        <w:t xml:space="preserve">RMK ja </w:t>
      </w:r>
      <w:proofErr w:type="spellStart"/>
      <w:r w:rsidR="004349C1" w:rsidRPr="004349C1">
        <w:rPr>
          <w:bCs/>
          <w:kern w:val="1"/>
          <w:szCs w:val="20"/>
          <w:lang w:eastAsia="ar-SA"/>
        </w:rPr>
        <w:t>Klotoid</w:t>
      </w:r>
      <w:proofErr w:type="spellEnd"/>
      <w:r w:rsidR="004349C1" w:rsidRPr="004349C1">
        <w:rPr>
          <w:bCs/>
          <w:kern w:val="1"/>
          <w:szCs w:val="20"/>
          <w:lang w:eastAsia="ar-SA"/>
        </w:rPr>
        <w:t xml:space="preserve"> OÜ</w:t>
      </w:r>
      <w:r w:rsidR="004349C1" w:rsidRPr="004349C1">
        <w:rPr>
          <w:kern w:val="1"/>
          <w:szCs w:val="20"/>
          <w:lang w:eastAsia="ar-SA"/>
        </w:rPr>
        <w:t xml:space="preserve"> </w:t>
      </w:r>
      <w:r w:rsidR="00D33785" w:rsidRPr="00100752">
        <w:rPr>
          <w:kern w:val="1"/>
          <w:szCs w:val="20"/>
          <w:lang w:eastAsia="ar-SA"/>
        </w:rPr>
        <w:t>vahel</w:t>
      </w:r>
      <w:r w:rsidR="00CA2899">
        <w:rPr>
          <w:kern w:val="1"/>
          <w:szCs w:val="20"/>
          <w:lang w:eastAsia="ar-SA"/>
        </w:rPr>
        <w:t xml:space="preserve">ise </w:t>
      </w:r>
      <w:r w:rsidR="00D33785" w:rsidRPr="00100752">
        <w:rPr>
          <w:kern w:val="1"/>
          <w:szCs w:val="20"/>
          <w:lang w:eastAsia="ar-SA"/>
        </w:rPr>
        <w:t xml:space="preserve">projekteerimislepingu nr </w:t>
      </w:r>
      <w:r w:rsidR="00CA2899">
        <w:rPr>
          <w:kern w:val="1"/>
          <w:szCs w:val="20"/>
          <w:lang w:eastAsia="ar-SA"/>
        </w:rPr>
        <w:t xml:space="preserve">1-18/ </w:t>
      </w:r>
      <w:r w:rsidR="00CA2899" w:rsidRPr="00581629">
        <w:rPr>
          <w:kern w:val="1"/>
          <w:szCs w:val="20"/>
          <w:lang w:eastAsia="ar-SA"/>
        </w:rPr>
        <w:t>202</w:t>
      </w:r>
      <w:r w:rsidR="004349C1">
        <w:rPr>
          <w:kern w:val="1"/>
          <w:szCs w:val="20"/>
          <w:lang w:eastAsia="ar-SA"/>
        </w:rPr>
        <w:t>3</w:t>
      </w:r>
      <w:r w:rsidRPr="00581629">
        <w:rPr>
          <w:kern w:val="1"/>
          <w:szCs w:val="20"/>
          <w:lang w:eastAsia="ar-SA"/>
        </w:rPr>
        <w:t>/</w:t>
      </w:r>
      <w:r w:rsidR="0023017D" w:rsidRPr="00FF0458">
        <w:rPr>
          <w:kern w:val="1"/>
          <w:szCs w:val="20"/>
          <w:lang w:eastAsia="ar-SA"/>
        </w:rPr>
        <w:t>2</w:t>
      </w:r>
      <w:r w:rsidR="00FF0458" w:rsidRPr="00FF0458">
        <w:rPr>
          <w:kern w:val="1"/>
          <w:szCs w:val="20"/>
          <w:lang w:eastAsia="ar-SA"/>
        </w:rPr>
        <w:t>1</w:t>
      </w:r>
      <w:r w:rsidR="0023017D" w:rsidRPr="00FF0458">
        <w:rPr>
          <w:kern w:val="1"/>
          <w:szCs w:val="20"/>
          <w:lang w:eastAsia="ar-SA"/>
        </w:rPr>
        <w:t>0</w:t>
      </w:r>
      <w:r w:rsidR="0023017D">
        <w:rPr>
          <w:kern w:val="1"/>
          <w:szCs w:val="20"/>
          <w:lang w:eastAsia="ar-SA"/>
        </w:rPr>
        <w:t xml:space="preserve"> </w:t>
      </w:r>
      <w:r w:rsidR="00D33785" w:rsidRPr="00100752">
        <w:rPr>
          <w:kern w:val="1"/>
          <w:szCs w:val="20"/>
          <w:lang w:eastAsia="ar-SA"/>
        </w:rPr>
        <w:t xml:space="preserve">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6331BFA0" w14:textId="6001FC37" w:rsidR="00D33785" w:rsidRPr="001C01B5" w:rsidRDefault="00D33785" w:rsidP="00D33785">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Projekteerimistööde loetelu-graafik</w:t>
      </w:r>
    </w:p>
    <w:p w14:paraId="06914428" w14:textId="77777777" w:rsidR="00D33785" w:rsidRPr="00100752" w:rsidRDefault="00D33785" w:rsidP="00D33785">
      <w:pPr>
        <w:tabs>
          <w:tab w:val="left" w:pos="0"/>
        </w:tabs>
        <w:suppressAutoHyphens/>
        <w:rPr>
          <w:kern w:val="1"/>
          <w:szCs w:val="20"/>
          <w:lang w:eastAsia="ar-SA"/>
        </w:rPr>
      </w:pPr>
    </w:p>
    <w:p w14:paraId="0DF05CA5" w14:textId="77777777" w:rsidR="00D33785" w:rsidRPr="00100752" w:rsidRDefault="00D33785" w:rsidP="00D33785">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591EDC90" w14:textId="77777777" w:rsidR="00D33785" w:rsidRPr="00100752" w:rsidRDefault="00D33785" w:rsidP="00D33785">
      <w:pPr>
        <w:tabs>
          <w:tab w:val="left" w:pos="0"/>
        </w:tabs>
        <w:suppressAutoHyphens/>
        <w:ind w:left="360"/>
        <w:jc w:val="both"/>
        <w:rPr>
          <w:kern w:val="1"/>
          <w:szCs w:val="20"/>
          <w:lang w:eastAsia="ar-SA"/>
        </w:rPr>
      </w:pPr>
    </w:p>
    <w:p w14:paraId="10006A1D" w14:textId="77777777" w:rsidR="00D33785" w:rsidRPr="00CA2899" w:rsidRDefault="00D33785" w:rsidP="00D33785">
      <w:pPr>
        <w:suppressAutoHyphens/>
        <w:ind w:left="360"/>
        <w:jc w:val="both"/>
        <w:rPr>
          <w:kern w:val="1"/>
          <w:szCs w:val="20"/>
          <w:lang w:eastAsia="ar-SA"/>
        </w:rPr>
      </w:pPr>
      <w:r w:rsidRPr="00CA2899">
        <w:rPr>
          <w:kern w:val="1"/>
          <w:szCs w:val="20"/>
          <w:lang w:eastAsia="ar-SA"/>
        </w:rPr>
        <w:t>Projekteerimisega seotud eelnevad uuringud ja mõõdistused.</w:t>
      </w:r>
    </w:p>
    <w:p w14:paraId="4D4131B3" w14:textId="6D97781E" w:rsidR="00D33785" w:rsidRDefault="00D33785" w:rsidP="00700A93">
      <w:pPr>
        <w:suppressAutoHyphens/>
        <w:ind w:left="360"/>
        <w:jc w:val="both"/>
        <w:rPr>
          <w:i/>
          <w:kern w:val="1"/>
          <w:szCs w:val="20"/>
          <w:lang w:eastAsia="ar-SA"/>
        </w:rPr>
      </w:pPr>
      <w:r w:rsidRPr="00CA2899">
        <w:rPr>
          <w:kern w:val="1"/>
          <w:szCs w:val="20"/>
          <w:lang w:eastAsia="ar-SA"/>
        </w:rPr>
        <w:t>Seletuskirja ja jooniste koostamine projekt</w:t>
      </w:r>
      <w:r w:rsidR="00700A93">
        <w:rPr>
          <w:kern w:val="1"/>
          <w:szCs w:val="20"/>
          <w:lang w:eastAsia="ar-SA"/>
        </w:rPr>
        <w:t>imuudatuste</w:t>
      </w:r>
      <w:r w:rsidRPr="00CA2899">
        <w:rPr>
          <w:kern w:val="1"/>
          <w:szCs w:val="20"/>
          <w:lang w:eastAsia="ar-SA"/>
        </w:rPr>
        <w:t xml:space="preserve"> väljaselgitamiseks Tellijale vastuvõetava lahenduseni;</w:t>
      </w:r>
      <w:r w:rsidR="00CA2899">
        <w:rPr>
          <w:kern w:val="1"/>
          <w:szCs w:val="20"/>
          <w:lang w:eastAsia="ar-SA"/>
        </w:rPr>
        <w:t xml:space="preserve"> kooskõlastused ametkondades ja ehr.ee laadimine</w:t>
      </w:r>
    </w:p>
    <w:p w14:paraId="66E813BA" w14:textId="77777777" w:rsidR="00700A93" w:rsidRPr="00700A93" w:rsidRDefault="00700A93" w:rsidP="00700A93">
      <w:pPr>
        <w:suppressAutoHyphens/>
        <w:ind w:left="360"/>
        <w:jc w:val="both"/>
        <w:rPr>
          <w:kern w:val="1"/>
          <w:szCs w:val="20"/>
          <w:lang w:eastAsia="ar-SA"/>
        </w:rPr>
      </w:pPr>
    </w:p>
    <w:p w14:paraId="591C8AF3" w14:textId="0A12A9FB" w:rsidR="00D33785" w:rsidRPr="00100752" w:rsidRDefault="000E6EB2" w:rsidP="00D33785">
      <w:pPr>
        <w:suppressAutoHyphens/>
        <w:spacing w:after="120"/>
        <w:ind w:left="357"/>
        <w:jc w:val="both"/>
        <w:rPr>
          <w:kern w:val="1"/>
          <w:szCs w:val="20"/>
          <w:lang w:eastAsia="ar-SA"/>
        </w:rPr>
      </w:pPr>
      <w:r>
        <w:rPr>
          <w:kern w:val="1"/>
          <w:szCs w:val="20"/>
          <w:lang w:eastAsia="ar-SA"/>
        </w:rPr>
        <w:t xml:space="preserve">maksumus </w:t>
      </w:r>
      <w:r w:rsidR="00CA2899">
        <w:rPr>
          <w:kern w:val="1"/>
          <w:szCs w:val="20"/>
          <w:lang w:eastAsia="ar-SA"/>
        </w:rPr>
        <w:t>1</w:t>
      </w:r>
      <w:r w:rsidR="009F565E">
        <w:rPr>
          <w:kern w:val="1"/>
          <w:szCs w:val="20"/>
          <w:lang w:eastAsia="ar-SA"/>
        </w:rPr>
        <w:t>0</w:t>
      </w:r>
      <w:r w:rsidR="00CA2899">
        <w:rPr>
          <w:kern w:val="1"/>
          <w:szCs w:val="20"/>
          <w:lang w:eastAsia="ar-SA"/>
        </w:rPr>
        <w:t>00</w:t>
      </w:r>
      <w:r>
        <w:rPr>
          <w:kern w:val="1"/>
          <w:szCs w:val="20"/>
          <w:lang w:eastAsia="ar-SA"/>
        </w:rPr>
        <w:t xml:space="preserve">.- </w:t>
      </w:r>
      <w:r w:rsidR="00D33785" w:rsidRPr="00100752">
        <w:rPr>
          <w:kern w:val="1"/>
          <w:szCs w:val="20"/>
          <w:lang w:eastAsia="ar-SA"/>
        </w:rPr>
        <w:t>eurot, millele lisandub käibemaks 20%;</w:t>
      </w:r>
    </w:p>
    <w:p w14:paraId="370B6DD6" w14:textId="6132C4D2" w:rsidR="00D33785" w:rsidRPr="00100752" w:rsidRDefault="00D33785" w:rsidP="00D33785">
      <w:pPr>
        <w:suppressAutoHyphens/>
        <w:ind w:left="360"/>
        <w:jc w:val="both"/>
        <w:rPr>
          <w:kern w:val="1"/>
          <w:szCs w:val="20"/>
          <w:lang w:eastAsia="ar-SA"/>
        </w:rPr>
      </w:pPr>
      <w:r w:rsidRPr="00BA7ED7">
        <w:rPr>
          <w:kern w:val="1"/>
          <w:szCs w:val="20"/>
          <w:lang w:eastAsia="ar-SA"/>
        </w:rPr>
        <w:t xml:space="preserve">tähtaeg </w:t>
      </w:r>
      <w:r w:rsidR="004349C1">
        <w:rPr>
          <w:kern w:val="1"/>
          <w:szCs w:val="20"/>
          <w:lang w:eastAsia="ar-SA"/>
        </w:rPr>
        <w:t>2 nädalat</w:t>
      </w:r>
      <w:r w:rsidRPr="00BA7ED7">
        <w:rPr>
          <w:kern w:val="1"/>
          <w:szCs w:val="20"/>
          <w:lang w:eastAsia="ar-SA"/>
        </w:rPr>
        <w:t xml:space="preserve"> peale</w:t>
      </w:r>
      <w:r w:rsidRPr="005B52CD">
        <w:rPr>
          <w:kern w:val="1"/>
          <w:szCs w:val="20"/>
          <w:lang w:eastAsia="ar-SA"/>
        </w:rPr>
        <w:t xml:space="preserve"> lepingu allkirjastamist</w:t>
      </w:r>
      <w:r w:rsidRPr="00100752">
        <w:rPr>
          <w:kern w:val="1"/>
          <w:szCs w:val="20"/>
          <w:lang w:eastAsia="ar-SA"/>
        </w:rPr>
        <w:t xml:space="preserve"> osapoolte poo</w:t>
      </w:r>
      <w:r w:rsidR="00CA2899">
        <w:rPr>
          <w:kern w:val="1"/>
          <w:szCs w:val="20"/>
          <w:lang w:eastAsia="ar-SA"/>
        </w:rPr>
        <w:t>lt.</w:t>
      </w:r>
    </w:p>
    <w:p w14:paraId="4C817140" w14:textId="77777777" w:rsidR="00D33785" w:rsidRPr="00100752" w:rsidRDefault="00D33785" w:rsidP="00D33785">
      <w:pPr>
        <w:tabs>
          <w:tab w:val="left" w:pos="0"/>
        </w:tabs>
        <w:suppressAutoHyphens/>
        <w:jc w:val="both"/>
        <w:rPr>
          <w:kern w:val="1"/>
          <w:szCs w:val="20"/>
          <w:lang w:eastAsia="ar-SA"/>
        </w:rPr>
      </w:pPr>
    </w:p>
    <w:p w14:paraId="49D7B129" w14:textId="078881A6" w:rsidR="00D33785" w:rsidRPr="00100752" w:rsidRDefault="00D33785" w:rsidP="00D33785">
      <w:pPr>
        <w:tabs>
          <w:tab w:val="left" w:pos="0"/>
        </w:tabs>
        <w:suppressAutoHyphens/>
        <w:jc w:val="both"/>
        <w:rPr>
          <w:kern w:val="1"/>
          <w:szCs w:val="20"/>
          <w:lang w:eastAsia="ar-SA"/>
        </w:rPr>
      </w:pPr>
    </w:p>
    <w:p w14:paraId="72B442D0" w14:textId="62F0F414" w:rsidR="00D33785" w:rsidRPr="00100752" w:rsidRDefault="00511710" w:rsidP="00D33785">
      <w:pPr>
        <w:tabs>
          <w:tab w:val="left" w:pos="0"/>
        </w:tabs>
        <w:suppressAutoHyphens/>
        <w:jc w:val="both"/>
        <w:rPr>
          <w:i/>
          <w:strike/>
          <w:color w:val="FFC000"/>
          <w:kern w:val="1"/>
          <w:szCs w:val="20"/>
          <w:lang w:eastAsia="ar-SA"/>
        </w:rPr>
      </w:pPr>
      <w:r>
        <w:rPr>
          <w:b/>
          <w:bCs/>
          <w:kern w:val="1"/>
          <w:szCs w:val="20"/>
          <w:lang w:eastAsia="ar-SA"/>
        </w:rPr>
        <w:t>2. Põhi</w:t>
      </w:r>
      <w:r w:rsidR="00D33785" w:rsidRPr="00100752">
        <w:rPr>
          <w:b/>
          <w:bCs/>
          <w:kern w:val="1"/>
          <w:szCs w:val="20"/>
          <w:lang w:eastAsia="ar-SA"/>
        </w:rPr>
        <w:t xml:space="preserve">projekt </w:t>
      </w:r>
      <w:r w:rsidR="00D33785" w:rsidRPr="00581629">
        <w:rPr>
          <w:b/>
          <w:bCs/>
          <w:i/>
          <w:kern w:val="1"/>
          <w:szCs w:val="20"/>
          <w:lang w:eastAsia="ar-SA"/>
        </w:rPr>
        <w:t>(paber- ja</w:t>
      </w:r>
      <w:r w:rsidR="00D33785" w:rsidRPr="00100752">
        <w:rPr>
          <w:b/>
          <w:bCs/>
          <w:i/>
          <w:kern w:val="1"/>
          <w:szCs w:val="20"/>
          <w:lang w:eastAsia="ar-SA"/>
        </w:rPr>
        <w:t xml:space="preserve">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47531D8" w:rsidR="00D33785" w:rsidRPr="00100752" w:rsidRDefault="00CA2899" w:rsidP="00D33785">
      <w:pPr>
        <w:suppressAutoHyphens/>
        <w:spacing w:after="120"/>
        <w:ind w:left="357"/>
        <w:jc w:val="both"/>
        <w:rPr>
          <w:kern w:val="1"/>
          <w:szCs w:val="20"/>
          <w:lang w:eastAsia="ar-SA"/>
        </w:rPr>
      </w:pPr>
      <w:r>
        <w:rPr>
          <w:kern w:val="1"/>
          <w:szCs w:val="20"/>
          <w:lang w:eastAsia="ar-SA"/>
        </w:rPr>
        <w:t>maksumus 3500</w:t>
      </w:r>
      <w:r w:rsidR="000E6EB2">
        <w:rPr>
          <w:kern w:val="1"/>
          <w:szCs w:val="20"/>
          <w:lang w:eastAsia="ar-SA"/>
        </w:rPr>
        <w:t xml:space="preserve">.- </w:t>
      </w:r>
      <w:r w:rsidR="00D33785" w:rsidRPr="00100752">
        <w:rPr>
          <w:kern w:val="1"/>
          <w:szCs w:val="20"/>
          <w:lang w:eastAsia="ar-SA"/>
        </w:rPr>
        <w:t>eurot, millele lisandub käibemaks 20%;</w:t>
      </w:r>
    </w:p>
    <w:p w14:paraId="1F011451" w14:textId="3D723E1C" w:rsidR="00D33785" w:rsidRPr="00100752" w:rsidRDefault="00D33785" w:rsidP="00CA2899">
      <w:pPr>
        <w:suppressAutoHyphens/>
        <w:ind w:left="360"/>
        <w:jc w:val="both"/>
        <w:rPr>
          <w:kern w:val="1"/>
          <w:szCs w:val="20"/>
          <w:lang w:eastAsia="ar-SA"/>
        </w:rPr>
      </w:pPr>
      <w:r w:rsidRPr="00BA7ED7">
        <w:rPr>
          <w:kern w:val="1"/>
          <w:szCs w:val="20"/>
          <w:lang w:eastAsia="ar-SA"/>
        </w:rPr>
        <w:t xml:space="preserve">tähtaeg </w:t>
      </w:r>
      <w:r w:rsidR="003C7742" w:rsidRPr="00581629">
        <w:rPr>
          <w:kern w:val="1"/>
          <w:szCs w:val="20"/>
          <w:lang w:eastAsia="ar-SA"/>
        </w:rPr>
        <w:t>5</w:t>
      </w:r>
      <w:r w:rsidRPr="00581629">
        <w:rPr>
          <w:kern w:val="1"/>
          <w:szCs w:val="20"/>
          <w:lang w:eastAsia="ar-SA"/>
        </w:rPr>
        <w:t xml:space="preserve"> </w:t>
      </w:r>
      <w:r w:rsidR="004349C1">
        <w:rPr>
          <w:kern w:val="1"/>
          <w:szCs w:val="20"/>
          <w:lang w:eastAsia="ar-SA"/>
        </w:rPr>
        <w:t>nädalat</w:t>
      </w:r>
      <w:r w:rsidRPr="005B52CD">
        <w:rPr>
          <w:kern w:val="1"/>
          <w:szCs w:val="20"/>
          <w:lang w:eastAsia="ar-SA"/>
        </w:rPr>
        <w:t xml:space="preserve"> peale lepingu</w:t>
      </w:r>
      <w:r w:rsidRPr="00100752">
        <w:rPr>
          <w:kern w:val="1"/>
          <w:szCs w:val="20"/>
          <w:lang w:eastAsia="ar-SA"/>
        </w:rPr>
        <w:t xml:space="preserve"> allkirjastamist osapoolte poolt</w:t>
      </w:r>
    </w:p>
    <w:p w14:paraId="7ED8A29B" w14:textId="74268568"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0F52AE6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00EA0B12">
        <w:rPr>
          <w:kern w:val="1"/>
          <w:szCs w:val="20"/>
          <w:lang w:eastAsia="ar-SA"/>
        </w:rPr>
        <w:t xml:space="preserve"> </w:t>
      </w:r>
      <w:r w:rsidR="009F565E">
        <w:rPr>
          <w:kern w:val="1"/>
          <w:szCs w:val="20"/>
          <w:lang w:eastAsia="ar-SA"/>
        </w:rPr>
        <w:t>4</w:t>
      </w:r>
      <w:r w:rsidR="00CA2899">
        <w:rPr>
          <w:kern w:val="1"/>
          <w:szCs w:val="20"/>
          <w:lang w:eastAsia="ar-SA"/>
        </w:rPr>
        <w:t>500</w:t>
      </w:r>
      <w:r w:rsidR="00EA0B12">
        <w:rPr>
          <w:kern w:val="1"/>
          <w:szCs w:val="20"/>
          <w:lang w:eastAsia="ar-SA"/>
        </w:rPr>
        <w:t>.-</w:t>
      </w:r>
      <w:r w:rsidRPr="00100752">
        <w:rPr>
          <w:kern w:val="1"/>
          <w:szCs w:val="20"/>
          <w:lang w:eastAsia="ar-SA"/>
        </w:rPr>
        <w:t xml:space="preserve">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7D39EF5D" w14:textId="20517A64" w:rsidR="00007B53" w:rsidRPr="00007B53" w:rsidRDefault="00D33785" w:rsidP="00007B53">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sectPr w:rsidR="00007B53" w:rsidRPr="00007B53" w:rsidSect="009A75D1">
      <w:headerReference w:type="even" r:id="rId13"/>
      <w:headerReference w:type="default" r:id="rId14"/>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C7A8D" w14:textId="77777777" w:rsidR="00311F17" w:rsidRDefault="00311F17">
      <w:r>
        <w:separator/>
      </w:r>
    </w:p>
  </w:endnote>
  <w:endnote w:type="continuationSeparator" w:id="0">
    <w:p w14:paraId="19A69300" w14:textId="77777777" w:rsidR="00311F17" w:rsidRDefault="0031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BFE41" w14:textId="77777777" w:rsidR="00311F17" w:rsidRDefault="00311F17">
      <w:r>
        <w:separator/>
      </w:r>
    </w:p>
  </w:footnote>
  <w:footnote w:type="continuationSeparator" w:id="0">
    <w:p w14:paraId="699D76A9" w14:textId="77777777" w:rsidR="00311F17" w:rsidRDefault="00311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60265" w14:textId="77777777" w:rsidR="00252E87" w:rsidRPr="006669FD" w:rsidRDefault="00252E87" w:rsidP="00377D65">
    <w:pPr>
      <w:pStyle w:val="Pis"/>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214125333">
    <w:abstractNumId w:val="4"/>
  </w:num>
  <w:num w:numId="2" w16cid:durableId="325281378">
    <w:abstractNumId w:val="3"/>
  </w:num>
  <w:num w:numId="3" w16cid:durableId="154953133">
    <w:abstractNumId w:val="2"/>
  </w:num>
  <w:num w:numId="4" w16cid:durableId="1494948443">
    <w:abstractNumId w:val="5"/>
  </w:num>
  <w:num w:numId="5" w16cid:durableId="1734039854">
    <w:abstractNumId w:val="5"/>
  </w:num>
  <w:num w:numId="6" w16cid:durableId="1287345681">
    <w:abstractNumId w:val="1"/>
  </w:num>
  <w:num w:numId="7" w16cid:durableId="879392114">
    <w:abstractNumId w:val="0"/>
  </w:num>
  <w:num w:numId="8" w16cid:durableId="955603849">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i-FI"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64"/>
    <w:rsid w:val="00007B53"/>
    <w:rsid w:val="000236BA"/>
    <w:rsid w:val="0002466A"/>
    <w:rsid w:val="000262A5"/>
    <w:rsid w:val="00070E9C"/>
    <w:rsid w:val="000828A2"/>
    <w:rsid w:val="00085CAD"/>
    <w:rsid w:val="00092649"/>
    <w:rsid w:val="000A04FF"/>
    <w:rsid w:val="000A695D"/>
    <w:rsid w:val="000B24B2"/>
    <w:rsid w:val="000C52F9"/>
    <w:rsid w:val="000C5F70"/>
    <w:rsid w:val="000E6EB2"/>
    <w:rsid w:val="000F573A"/>
    <w:rsid w:val="00100752"/>
    <w:rsid w:val="00117F0D"/>
    <w:rsid w:val="00130088"/>
    <w:rsid w:val="00130781"/>
    <w:rsid w:val="00140319"/>
    <w:rsid w:val="0016496E"/>
    <w:rsid w:val="00180E85"/>
    <w:rsid w:val="00187866"/>
    <w:rsid w:val="0019102A"/>
    <w:rsid w:val="00193535"/>
    <w:rsid w:val="001A2131"/>
    <w:rsid w:val="001C01B5"/>
    <w:rsid w:val="001D3892"/>
    <w:rsid w:val="00222E23"/>
    <w:rsid w:val="0023017D"/>
    <w:rsid w:val="002437D4"/>
    <w:rsid w:val="00252E87"/>
    <w:rsid w:val="00290B14"/>
    <w:rsid w:val="00294162"/>
    <w:rsid w:val="002A47AE"/>
    <w:rsid w:val="002B20A0"/>
    <w:rsid w:val="003007F8"/>
    <w:rsid w:val="00311242"/>
    <w:rsid w:val="00311F17"/>
    <w:rsid w:val="00321530"/>
    <w:rsid w:val="0033099A"/>
    <w:rsid w:val="00334452"/>
    <w:rsid w:val="00337FC6"/>
    <w:rsid w:val="0035543D"/>
    <w:rsid w:val="0037187B"/>
    <w:rsid w:val="003731BF"/>
    <w:rsid w:val="00374406"/>
    <w:rsid w:val="00377D65"/>
    <w:rsid w:val="00395A6E"/>
    <w:rsid w:val="003B3FCC"/>
    <w:rsid w:val="003C70DA"/>
    <w:rsid w:val="003C7742"/>
    <w:rsid w:val="003D1FD3"/>
    <w:rsid w:val="003D4F57"/>
    <w:rsid w:val="003F1FEF"/>
    <w:rsid w:val="003F26F1"/>
    <w:rsid w:val="00401388"/>
    <w:rsid w:val="00402796"/>
    <w:rsid w:val="0040704F"/>
    <w:rsid w:val="004349C1"/>
    <w:rsid w:val="00437D85"/>
    <w:rsid w:val="00484DE9"/>
    <w:rsid w:val="0048584E"/>
    <w:rsid w:val="004F4B71"/>
    <w:rsid w:val="00511710"/>
    <w:rsid w:val="00550762"/>
    <w:rsid w:val="00551773"/>
    <w:rsid w:val="00555A74"/>
    <w:rsid w:val="00581629"/>
    <w:rsid w:val="00585CA1"/>
    <w:rsid w:val="005B1C24"/>
    <w:rsid w:val="005B52CD"/>
    <w:rsid w:val="005D6C7E"/>
    <w:rsid w:val="005F3F19"/>
    <w:rsid w:val="00607C50"/>
    <w:rsid w:val="0061474F"/>
    <w:rsid w:val="00616409"/>
    <w:rsid w:val="00622A91"/>
    <w:rsid w:val="00634FF0"/>
    <w:rsid w:val="0065003E"/>
    <w:rsid w:val="00657CED"/>
    <w:rsid w:val="00662208"/>
    <w:rsid w:val="006669FD"/>
    <w:rsid w:val="006725E5"/>
    <w:rsid w:val="00672EAA"/>
    <w:rsid w:val="006921B3"/>
    <w:rsid w:val="006C23CE"/>
    <w:rsid w:val="006C283C"/>
    <w:rsid w:val="006F20A8"/>
    <w:rsid w:val="00700A93"/>
    <w:rsid w:val="00701EC5"/>
    <w:rsid w:val="007548FE"/>
    <w:rsid w:val="00764935"/>
    <w:rsid w:val="0076689E"/>
    <w:rsid w:val="00770519"/>
    <w:rsid w:val="007926C9"/>
    <w:rsid w:val="007C1367"/>
    <w:rsid w:val="007C58DC"/>
    <w:rsid w:val="007D392A"/>
    <w:rsid w:val="008071A6"/>
    <w:rsid w:val="0081346C"/>
    <w:rsid w:val="008633AC"/>
    <w:rsid w:val="00867887"/>
    <w:rsid w:val="00887B9B"/>
    <w:rsid w:val="00896385"/>
    <w:rsid w:val="008A43C7"/>
    <w:rsid w:val="008B1F2F"/>
    <w:rsid w:val="008C0E08"/>
    <w:rsid w:val="008E55EB"/>
    <w:rsid w:val="00900FF4"/>
    <w:rsid w:val="00924104"/>
    <w:rsid w:val="00925E1C"/>
    <w:rsid w:val="009267C2"/>
    <w:rsid w:val="00927A44"/>
    <w:rsid w:val="00943DB2"/>
    <w:rsid w:val="00962F05"/>
    <w:rsid w:val="00986A78"/>
    <w:rsid w:val="009A75D1"/>
    <w:rsid w:val="009C2AB5"/>
    <w:rsid w:val="009E6321"/>
    <w:rsid w:val="009E727A"/>
    <w:rsid w:val="009F565E"/>
    <w:rsid w:val="00A02170"/>
    <w:rsid w:val="00A02A5D"/>
    <w:rsid w:val="00A110C7"/>
    <w:rsid w:val="00A164C6"/>
    <w:rsid w:val="00A24037"/>
    <w:rsid w:val="00A53EDF"/>
    <w:rsid w:val="00A9186A"/>
    <w:rsid w:val="00AC6140"/>
    <w:rsid w:val="00AE027C"/>
    <w:rsid w:val="00AE4593"/>
    <w:rsid w:val="00B02111"/>
    <w:rsid w:val="00B1136F"/>
    <w:rsid w:val="00B47672"/>
    <w:rsid w:val="00B53D7A"/>
    <w:rsid w:val="00B97297"/>
    <w:rsid w:val="00B97815"/>
    <w:rsid w:val="00BA0F84"/>
    <w:rsid w:val="00BA6375"/>
    <w:rsid w:val="00BA7ED7"/>
    <w:rsid w:val="00BB2DC3"/>
    <w:rsid w:val="00BC7FD0"/>
    <w:rsid w:val="00BF5D64"/>
    <w:rsid w:val="00C10513"/>
    <w:rsid w:val="00C11329"/>
    <w:rsid w:val="00C37434"/>
    <w:rsid w:val="00C5662F"/>
    <w:rsid w:val="00C677AC"/>
    <w:rsid w:val="00CA2899"/>
    <w:rsid w:val="00CA3076"/>
    <w:rsid w:val="00CB0220"/>
    <w:rsid w:val="00CC322A"/>
    <w:rsid w:val="00CC564B"/>
    <w:rsid w:val="00CD48A2"/>
    <w:rsid w:val="00CD52E7"/>
    <w:rsid w:val="00CF405D"/>
    <w:rsid w:val="00D00DD0"/>
    <w:rsid w:val="00D07E0A"/>
    <w:rsid w:val="00D205A6"/>
    <w:rsid w:val="00D33785"/>
    <w:rsid w:val="00D37E26"/>
    <w:rsid w:val="00D42A8F"/>
    <w:rsid w:val="00D9086F"/>
    <w:rsid w:val="00D97F4B"/>
    <w:rsid w:val="00DA46CA"/>
    <w:rsid w:val="00DC7FDF"/>
    <w:rsid w:val="00DD6D16"/>
    <w:rsid w:val="00DE2A44"/>
    <w:rsid w:val="00DE5300"/>
    <w:rsid w:val="00E22664"/>
    <w:rsid w:val="00E32DB2"/>
    <w:rsid w:val="00E36FA4"/>
    <w:rsid w:val="00E46CD3"/>
    <w:rsid w:val="00E52543"/>
    <w:rsid w:val="00E636B4"/>
    <w:rsid w:val="00E704E1"/>
    <w:rsid w:val="00E85A15"/>
    <w:rsid w:val="00EA0B12"/>
    <w:rsid w:val="00EB6E1F"/>
    <w:rsid w:val="00ED2357"/>
    <w:rsid w:val="00EE29F4"/>
    <w:rsid w:val="00EE3C2F"/>
    <w:rsid w:val="00EE5EC3"/>
    <w:rsid w:val="00EF3CCA"/>
    <w:rsid w:val="00F62E72"/>
    <w:rsid w:val="00F75046"/>
    <w:rsid w:val="00F85E41"/>
    <w:rsid w:val="00F8702D"/>
    <w:rsid w:val="00F91FEA"/>
    <w:rsid w:val="00FA24E8"/>
    <w:rsid w:val="00FB5D47"/>
    <w:rsid w:val="00FF0458"/>
    <w:rsid w:val="00FF46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link w:val="PisMrk"/>
    <w:uiPriority w:val="99"/>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 w:type="character" w:customStyle="1" w:styleId="PisMrk">
    <w:name w:val="Päis Märk"/>
    <w:link w:val="Pis"/>
    <w:uiPriority w:val="99"/>
    <w:rsid w:val="00E704E1"/>
    <w:rPr>
      <w:sz w:val="24"/>
      <w:szCs w:val="24"/>
      <w:lang w:eastAsia="en-US"/>
    </w:rPr>
  </w:style>
  <w:style w:type="character" w:styleId="Kohatitetekst">
    <w:name w:val="Placeholder Text"/>
    <w:basedOn w:val="Liguvaikefont"/>
    <w:uiPriority w:val="99"/>
    <w:semiHidden/>
    <w:rsid w:val="00E46CD3"/>
    <w:rPr>
      <w:color w:val="808080"/>
    </w:rPr>
  </w:style>
  <w:style w:type="character" w:styleId="Hperlink">
    <w:name w:val="Hyperlink"/>
    <w:basedOn w:val="Liguvaikefont"/>
    <w:unhideWhenUsed/>
    <w:rsid w:val="004F4B71"/>
    <w:rPr>
      <w:color w:val="0000FF" w:themeColor="hyperlink"/>
      <w:u w:val="single"/>
    </w:rPr>
  </w:style>
  <w:style w:type="character" w:styleId="Lahendamatamainimine">
    <w:name w:val="Unresolved Mention"/>
    <w:basedOn w:val="Liguvaikefont"/>
    <w:uiPriority w:val="99"/>
    <w:semiHidden/>
    <w:unhideWhenUsed/>
    <w:rsid w:val="00D97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lotoid@klotoid.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llar.soonik@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drek@klotoid.ee" TargetMode="External"/><Relationship Id="rId4" Type="http://schemas.openxmlformats.org/officeDocument/2006/relationships/settings" Target="settings.xml"/><Relationship Id="rId9" Type="http://schemas.openxmlformats.org/officeDocument/2006/relationships/hyperlink" Target="mailto:indrek@klotoid.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Kohatiteteks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2818F2"/>
    <w:rsid w:val="00496ACC"/>
    <w:rsid w:val="004F6268"/>
    <w:rsid w:val="00611F7E"/>
    <w:rsid w:val="00734602"/>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215F5-5325-4309-80B3-E12816D1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1</TotalTime>
  <Pages>5</Pages>
  <Words>1407</Words>
  <Characters>10831</Characters>
  <Application>Microsoft Office Word</Application>
  <DocSecurity>0</DocSecurity>
  <Lines>90</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Üllar Soonik</cp:lastModifiedBy>
  <cp:revision>2</cp:revision>
  <cp:lastPrinted>1900-12-31T22:00:00Z</cp:lastPrinted>
  <dcterms:created xsi:type="dcterms:W3CDTF">2023-12-04T13:19:00Z</dcterms:created>
  <dcterms:modified xsi:type="dcterms:W3CDTF">2023-12-04T13:19:00Z</dcterms:modified>
</cp:coreProperties>
</file>